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A71BA2" w:rsidRDefault="00A71BA2" w:rsidP="00A71BA2">
      <w:pPr>
        <w:spacing w:after="0" w:line="240" w:lineRule="auto"/>
        <w:rPr>
          <w:rFonts w:ascii="Arial" w:hAnsi="Arial" w:cs="Arial"/>
          <w:b/>
          <w:sz w:val="28"/>
        </w:rPr>
      </w:pPr>
      <w:r w:rsidRPr="00A71BA2">
        <w:rPr>
          <w:rFonts w:ascii="Arial" w:hAnsi="Arial" w:cs="Arial"/>
          <w:b/>
          <w:sz w:val="28"/>
        </w:rPr>
        <w:t>Exercice :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>Marque en bleu l’angle de sommet A dans chacune des figures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540"/>
      </w:tblGrid>
      <w:tr w:rsidR="003250BC" w:rsidTr="003250BC">
        <w:trPr>
          <w:trHeight w:val="2261"/>
        </w:trPr>
        <w:tc>
          <w:tcPr>
            <w:tcW w:w="3696" w:type="dxa"/>
          </w:tcPr>
          <w:p w:rsidR="003250BC" w:rsidRDefault="003250BC" w:rsidP="00A71BA2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 w:rsidRPr="00A71BA2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9659DB7" wp14:editId="6A6042F4">
                  <wp:extent cx="2209165" cy="1360714"/>
                  <wp:effectExtent l="0" t="0" r="635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601" cy="137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</w:tcPr>
          <w:p w:rsidR="003250BC" w:rsidRDefault="003250BC" w:rsidP="00A71BA2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 w:rsidRPr="003250BC">
              <w:rPr>
                <w:rFonts w:ascii="Arial" w:hAnsi="Arial" w:cs="Arial"/>
                <w:sz w:val="28"/>
              </w:rPr>
              <w:drawing>
                <wp:inline distT="0" distB="0" distL="0" distR="0" wp14:anchorId="36743EC2" wp14:editId="363688D2">
                  <wp:extent cx="1850571" cy="1844423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730" cy="185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1BA2" w:rsidRDefault="00A71BA2" w:rsidP="00A71BA2">
      <w:pPr>
        <w:spacing w:after="0" w:line="240" w:lineRule="auto"/>
        <w:rPr>
          <w:rFonts w:ascii="Arial" w:hAnsi="Arial" w:cs="Arial"/>
          <w:sz w:val="28"/>
        </w:rPr>
      </w:pPr>
    </w:p>
    <w:p w:rsidR="00A71BA2" w:rsidRDefault="00A71BA2" w:rsidP="00A71BA2">
      <w:pPr>
        <w:spacing w:after="0" w:line="240" w:lineRule="auto"/>
        <w:rPr>
          <w:rFonts w:ascii="Arial" w:hAnsi="Arial" w:cs="Arial"/>
          <w:b/>
          <w:sz w:val="28"/>
        </w:rPr>
      </w:pPr>
      <w:r w:rsidRPr="00A71BA2">
        <w:rPr>
          <w:rFonts w:ascii="Arial" w:hAnsi="Arial" w:cs="Arial"/>
          <w:b/>
          <w:sz w:val="28"/>
        </w:rPr>
        <w:t>Exercice :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>Dans chacune des figures, colorie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aigus en bleu, 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droits en rouge </w:t>
      </w:r>
    </w:p>
    <w:p w:rsidR="00A71BA2" w:rsidRPr="003250BC" w:rsidRDefault="003250BC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1698081</wp:posOffset>
            </wp:positionH>
            <wp:positionV relativeFrom="paragraph">
              <wp:posOffset>8799</wp:posOffset>
            </wp:positionV>
            <wp:extent cx="3004457" cy="2617467"/>
            <wp:effectExtent l="0" t="0" r="571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457" cy="2617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BA2" w:rsidRPr="003250BC">
        <w:rPr>
          <w:rFonts w:ascii="Arial" w:hAnsi="Arial" w:cs="Arial"/>
        </w:rPr>
        <w:t>- les angles obtus en vert</w:t>
      </w:r>
    </w:p>
    <w:p w:rsidR="00A71BA2" w:rsidRDefault="003250BC" w:rsidP="00A71BA2">
      <w:pPr>
        <w:spacing w:after="0" w:line="240" w:lineRule="auto"/>
        <w:rPr>
          <w:rFonts w:ascii="Arial" w:hAnsi="Arial" w:cs="Arial"/>
          <w:sz w:val="28"/>
        </w:rPr>
      </w:pPr>
      <w:r w:rsidRPr="003250BC">
        <w:rPr>
          <w:rFonts w:ascii="Arial" w:hAnsi="Arial" w:cs="Arial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142240</wp:posOffset>
            </wp:positionV>
            <wp:extent cx="2071007" cy="3106511"/>
            <wp:effectExtent l="0" t="0" r="571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007" cy="3106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1BA2" w:rsidRDefault="00A71BA2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  <w:bookmarkStart w:id="0" w:name="_GoBack"/>
      <w:bookmarkEnd w:id="0"/>
    </w:p>
    <w:p w:rsidR="003250BC" w:rsidRPr="00A71BA2" w:rsidRDefault="003250BC" w:rsidP="003250BC">
      <w:pPr>
        <w:spacing w:after="0" w:line="240" w:lineRule="auto"/>
        <w:rPr>
          <w:rFonts w:ascii="Arial" w:hAnsi="Arial" w:cs="Arial"/>
          <w:b/>
          <w:sz w:val="28"/>
        </w:rPr>
      </w:pPr>
      <w:r w:rsidRPr="00A71BA2">
        <w:rPr>
          <w:rFonts w:ascii="Arial" w:hAnsi="Arial" w:cs="Arial"/>
          <w:b/>
          <w:sz w:val="28"/>
        </w:rPr>
        <w:t>Exercice :</w:t>
      </w:r>
    </w:p>
    <w:p w:rsidR="003250BC" w:rsidRPr="003250BC" w:rsidRDefault="003250BC" w:rsidP="003250BC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>Marque en bleu l’angle de sommet A dans chacune des figures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3540"/>
      </w:tblGrid>
      <w:tr w:rsidR="003250BC" w:rsidTr="0075539C">
        <w:trPr>
          <w:trHeight w:val="2261"/>
        </w:trPr>
        <w:tc>
          <w:tcPr>
            <w:tcW w:w="3696" w:type="dxa"/>
          </w:tcPr>
          <w:p w:rsidR="003250BC" w:rsidRDefault="003250BC" w:rsidP="0075539C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 w:rsidRPr="00A71BA2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E9EEC2F" wp14:editId="31D7B3DF">
                  <wp:extent cx="2209165" cy="1360714"/>
                  <wp:effectExtent l="0" t="0" r="635" b="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601" cy="137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</w:tcPr>
          <w:p w:rsidR="003250BC" w:rsidRDefault="003250BC" w:rsidP="0075539C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 w:rsidRPr="003250BC">
              <w:rPr>
                <w:rFonts w:ascii="Arial" w:hAnsi="Arial" w:cs="Arial"/>
                <w:sz w:val="28"/>
              </w:rPr>
              <w:drawing>
                <wp:inline distT="0" distB="0" distL="0" distR="0" wp14:anchorId="3B1C41F6" wp14:editId="461B4CF0">
                  <wp:extent cx="1850571" cy="1844423"/>
                  <wp:effectExtent l="0" t="0" r="0" b="381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730" cy="185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50BC" w:rsidRDefault="003250BC" w:rsidP="003250BC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3250BC">
      <w:pPr>
        <w:spacing w:after="0" w:line="240" w:lineRule="auto"/>
        <w:rPr>
          <w:rFonts w:ascii="Arial" w:hAnsi="Arial" w:cs="Arial"/>
          <w:b/>
          <w:sz w:val="28"/>
        </w:rPr>
      </w:pPr>
      <w:r w:rsidRPr="00A71BA2">
        <w:rPr>
          <w:rFonts w:ascii="Arial" w:hAnsi="Arial" w:cs="Arial"/>
          <w:b/>
          <w:sz w:val="28"/>
        </w:rPr>
        <w:t>Exercice :</w:t>
      </w:r>
    </w:p>
    <w:p w:rsidR="003250BC" w:rsidRPr="003250BC" w:rsidRDefault="003250BC" w:rsidP="003250BC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>Dans chacune des figures, colorie</w:t>
      </w:r>
    </w:p>
    <w:p w:rsidR="003250BC" w:rsidRPr="003250BC" w:rsidRDefault="003250BC" w:rsidP="003250BC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aigus en bleu, </w:t>
      </w:r>
    </w:p>
    <w:p w:rsidR="003250BC" w:rsidRPr="003250BC" w:rsidRDefault="003250BC" w:rsidP="003250BC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droits en rouge </w:t>
      </w:r>
    </w:p>
    <w:p w:rsidR="003250BC" w:rsidRPr="003250BC" w:rsidRDefault="003250BC" w:rsidP="003250BC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  <w:sz w:val="28"/>
        </w:rPr>
        <w:drawing>
          <wp:anchor distT="0" distB="0" distL="114300" distR="114300" simplePos="0" relativeHeight="251662336" behindDoc="0" locked="0" layoutInCell="1" allowOverlap="1" wp14:anchorId="20637379" wp14:editId="2251AC18">
            <wp:simplePos x="0" y="0"/>
            <wp:positionH relativeFrom="column">
              <wp:posOffset>1698081</wp:posOffset>
            </wp:positionH>
            <wp:positionV relativeFrom="paragraph">
              <wp:posOffset>8799</wp:posOffset>
            </wp:positionV>
            <wp:extent cx="3004457" cy="2617467"/>
            <wp:effectExtent l="0" t="0" r="571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457" cy="2617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50BC">
        <w:rPr>
          <w:rFonts w:ascii="Arial" w:hAnsi="Arial" w:cs="Arial"/>
        </w:rPr>
        <w:t>- les angles obtus en vert</w:t>
      </w:r>
    </w:p>
    <w:p w:rsidR="003250BC" w:rsidRDefault="003250BC" w:rsidP="003250BC">
      <w:pPr>
        <w:spacing w:after="0" w:line="240" w:lineRule="auto"/>
        <w:rPr>
          <w:rFonts w:ascii="Arial" w:hAnsi="Arial" w:cs="Arial"/>
          <w:sz w:val="28"/>
        </w:rPr>
      </w:pPr>
      <w:r w:rsidRPr="003250BC">
        <w:rPr>
          <w:rFonts w:ascii="Arial" w:hAnsi="Arial" w:cs="Arial"/>
          <w:sz w:val="28"/>
        </w:rPr>
        <w:drawing>
          <wp:anchor distT="0" distB="0" distL="114300" distR="114300" simplePos="0" relativeHeight="251661312" behindDoc="0" locked="0" layoutInCell="1" allowOverlap="1" wp14:anchorId="3243E4F8" wp14:editId="71B3C62C">
            <wp:simplePos x="0" y="0"/>
            <wp:positionH relativeFrom="column">
              <wp:posOffset>-228600</wp:posOffset>
            </wp:positionH>
            <wp:positionV relativeFrom="paragraph">
              <wp:posOffset>142240</wp:posOffset>
            </wp:positionV>
            <wp:extent cx="2071007" cy="3106511"/>
            <wp:effectExtent l="0" t="0" r="571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007" cy="3106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50BC" w:rsidRPr="007E024D" w:rsidRDefault="003250BC" w:rsidP="003250BC">
      <w:pPr>
        <w:spacing w:after="0" w:line="240" w:lineRule="auto"/>
        <w:rPr>
          <w:rFonts w:ascii="Arial" w:hAnsi="Arial" w:cs="Arial"/>
          <w:sz w:val="28"/>
        </w:rPr>
      </w:pPr>
    </w:p>
    <w:p w:rsidR="003250BC" w:rsidRPr="007E024D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sectPr w:rsidR="003250BC" w:rsidRPr="007E024D" w:rsidSect="00A71BA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A2"/>
    <w:rsid w:val="001D645B"/>
    <w:rsid w:val="003250BC"/>
    <w:rsid w:val="005175A3"/>
    <w:rsid w:val="005F7238"/>
    <w:rsid w:val="007E024D"/>
    <w:rsid w:val="00A7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EE670-83C1-4C33-9FF7-6FB1B628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7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12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2016-12-30T15:47:00Z</dcterms:created>
  <dcterms:modified xsi:type="dcterms:W3CDTF">2016-12-30T15:59:00Z</dcterms:modified>
</cp:coreProperties>
</file>